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B81C1" w14:textId="77777777" w:rsidR="00AA1AE5" w:rsidRDefault="00AA1AE5" w:rsidP="00AA1AE5">
      <w:pPr>
        <w:jc w:val="center"/>
        <w:rPr>
          <w:sz w:val="32"/>
          <w:szCs w:val="32"/>
        </w:rPr>
      </w:pPr>
    </w:p>
    <w:p w14:paraId="2C00E336" w14:textId="556700B9" w:rsidR="00AA1AE5" w:rsidRPr="00AA1AE5" w:rsidRDefault="00AA1AE5" w:rsidP="00AA1AE5">
      <w:pPr>
        <w:jc w:val="center"/>
        <w:rPr>
          <w:sz w:val="32"/>
          <w:szCs w:val="32"/>
        </w:rPr>
      </w:pPr>
      <w:r w:rsidRPr="00AA1AE5">
        <w:rPr>
          <w:sz w:val="32"/>
          <w:szCs w:val="32"/>
        </w:rPr>
        <w:t xml:space="preserve">IZJAVA </w:t>
      </w:r>
      <w:r>
        <w:rPr>
          <w:sz w:val="32"/>
          <w:szCs w:val="32"/>
        </w:rPr>
        <w:t xml:space="preserve">IMETNIKA </w:t>
      </w:r>
      <w:r w:rsidR="00D83D93">
        <w:rPr>
          <w:sz w:val="32"/>
          <w:szCs w:val="32"/>
        </w:rPr>
        <w:t>SOGLA</w:t>
      </w:r>
      <w:r w:rsidR="00B328A5">
        <w:rPr>
          <w:sz w:val="32"/>
          <w:szCs w:val="32"/>
        </w:rPr>
        <w:t>S</w:t>
      </w:r>
      <w:r w:rsidR="00D83D93">
        <w:rPr>
          <w:sz w:val="32"/>
          <w:szCs w:val="32"/>
        </w:rPr>
        <w:t>JA ZA PRIKLJUČITEV</w:t>
      </w:r>
    </w:p>
    <w:p w14:paraId="1E4AA7DE" w14:textId="77777777" w:rsidR="00AA1AE5" w:rsidRDefault="00AA1AE5"/>
    <w:p w14:paraId="44DA0261" w14:textId="77777777" w:rsidR="0010552E" w:rsidRDefault="00AA1AE5" w:rsidP="00BF6481">
      <w:pPr>
        <w:jc w:val="both"/>
      </w:pPr>
      <w:r>
        <w:t xml:space="preserve">Imetnik </w:t>
      </w:r>
      <w:r w:rsidR="00D83D93">
        <w:t>soglasja za priključitev (</w:t>
      </w:r>
      <w:r>
        <w:t>SZP</w:t>
      </w:r>
      <w:r w:rsidR="00D83D93">
        <w:t>)</w:t>
      </w:r>
    </w:p>
    <w:p w14:paraId="04F89E57" w14:textId="0D9777E9" w:rsidR="0010552E" w:rsidRDefault="00AA1AE5" w:rsidP="0010552E">
      <w:pPr>
        <w:spacing w:before="120" w:line="480" w:lineRule="auto"/>
        <w:jc w:val="both"/>
      </w:pPr>
      <w:r>
        <w:t>_____</w:t>
      </w:r>
      <w:r w:rsidR="0010552E">
        <w:t>__________________________</w:t>
      </w:r>
      <w:r>
        <w:t>__</w:t>
      </w:r>
      <w:r w:rsidR="0010552E">
        <w:t>________________</w:t>
      </w:r>
      <w:r>
        <w:t>___________</w:t>
      </w:r>
      <w:r w:rsidRPr="00AA1AE5">
        <w:t xml:space="preserve"> </w:t>
      </w:r>
      <w:r w:rsidRPr="0010552E">
        <w:rPr>
          <w:i/>
          <w:iCs/>
        </w:rPr>
        <w:t>(ime in priimek</w:t>
      </w:r>
      <w:r w:rsidR="00D83D93" w:rsidRPr="0010552E">
        <w:rPr>
          <w:i/>
          <w:iCs/>
        </w:rPr>
        <w:t xml:space="preserve"> ali družba</w:t>
      </w:r>
      <w:r w:rsidRPr="0010552E">
        <w:rPr>
          <w:i/>
          <w:iCs/>
        </w:rPr>
        <w:t>)</w:t>
      </w:r>
      <w:r w:rsidRPr="00AA1AE5">
        <w:t xml:space="preserve">, </w:t>
      </w:r>
    </w:p>
    <w:p w14:paraId="1940C619" w14:textId="500F2F20" w:rsidR="0010552E" w:rsidRDefault="00AA1AE5" w:rsidP="0010552E">
      <w:pPr>
        <w:spacing w:before="120" w:line="480" w:lineRule="auto"/>
        <w:jc w:val="both"/>
      </w:pPr>
      <w:r>
        <w:t>________________________</w:t>
      </w:r>
      <w:r w:rsidR="0010552E">
        <w:t>_______________________________________________</w:t>
      </w:r>
      <w:r>
        <w:t>___</w:t>
      </w:r>
      <w:r w:rsidR="00D83D93">
        <w:t xml:space="preserve"> </w:t>
      </w:r>
      <w:r w:rsidRPr="0010552E">
        <w:rPr>
          <w:i/>
          <w:iCs/>
        </w:rPr>
        <w:t>(naslov)</w:t>
      </w:r>
      <w:r w:rsidRPr="00AA1AE5">
        <w:t xml:space="preserve">, </w:t>
      </w:r>
    </w:p>
    <w:p w14:paraId="4566ADB4" w14:textId="26D128CA" w:rsidR="0010552E" w:rsidRDefault="00AA1AE5" w:rsidP="0010552E">
      <w:pPr>
        <w:spacing w:before="120" w:line="480" w:lineRule="auto"/>
        <w:jc w:val="both"/>
      </w:pPr>
      <w:r w:rsidRPr="00AA1AE5">
        <w:t>______</w:t>
      </w:r>
      <w:r w:rsidR="0010552E">
        <w:t>_______________</w:t>
      </w:r>
      <w:r w:rsidRPr="00AA1AE5">
        <w:t xml:space="preserve">____ </w:t>
      </w:r>
      <w:r w:rsidRPr="0010552E">
        <w:rPr>
          <w:i/>
          <w:iCs/>
        </w:rPr>
        <w:t xml:space="preserve">(davčna številka) </w:t>
      </w:r>
    </w:p>
    <w:p w14:paraId="0E75EF3C" w14:textId="2AC988D1" w:rsidR="00AA1AE5" w:rsidRDefault="00AA1AE5" w:rsidP="00BF6481">
      <w:pPr>
        <w:jc w:val="both"/>
      </w:pPr>
      <w:r w:rsidRPr="00AA1AE5">
        <w:t xml:space="preserve">skladno </w:t>
      </w:r>
      <w:r w:rsidR="00D83D93" w:rsidRPr="00AA1AE5">
        <w:t xml:space="preserve">z </w:t>
      </w:r>
      <w:r w:rsidR="00D83D93">
        <w:t xml:space="preserve">72. členom </w:t>
      </w:r>
      <w:r>
        <w:t>Zakon</w:t>
      </w:r>
      <w:r w:rsidR="00D83D93">
        <w:t>a</w:t>
      </w:r>
      <w:r>
        <w:t xml:space="preserve"> o spodbujanj</w:t>
      </w:r>
      <w:r w:rsidR="00D83D93">
        <w:t>u</w:t>
      </w:r>
      <w:r>
        <w:t xml:space="preserve"> rabe obnovljivih virov energije</w:t>
      </w:r>
      <w:r w:rsidRPr="00AA1AE5">
        <w:t xml:space="preserve"> (Uradni list RS, št. 1</w:t>
      </w:r>
      <w:r>
        <w:t>21</w:t>
      </w:r>
      <w:r w:rsidRPr="00AA1AE5">
        <w:t>/</w:t>
      </w:r>
      <w:r>
        <w:t>21</w:t>
      </w:r>
      <w:r w:rsidRPr="00AA1AE5">
        <w:t>, 1</w:t>
      </w:r>
      <w:r>
        <w:t>89</w:t>
      </w:r>
      <w:r w:rsidRPr="00AA1AE5">
        <w:t>/2</w:t>
      </w:r>
      <w:r>
        <w:t>1</w:t>
      </w:r>
      <w:r w:rsidRPr="00AA1AE5">
        <w:t xml:space="preserve"> in </w:t>
      </w:r>
      <w:r w:rsidR="00CA144C">
        <w:t>102</w:t>
      </w:r>
      <w:r w:rsidRPr="00AA1AE5">
        <w:t>/2</w:t>
      </w:r>
      <w:r>
        <w:t>4</w:t>
      </w:r>
      <w:r w:rsidR="00D83D93">
        <w:t>)</w:t>
      </w:r>
      <w:r w:rsidRPr="00AA1AE5">
        <w:t>, izjavljam, da:</w:t>
      </w:r>
    </w:p>
    <w:p w14:paraId="10B3864E" w14:textId="4DA5E182" w:rsidR="00AA1AE5" w:rsidRDefault="00BF6481" w:rsidP="0010552E">
      <w:pPr>
        <w:pStyle w:val="Odstavekseznama"/>
        <w:numPr>
          <w:ilvl w:val="0"/>
          <w:numId w:val="2"/>
        </w:numPr>
        <w:spacing w:line="480" w:lineRule="auto"/>
        <w:ind w:left="714" w:hanging="357"/>
        <w:jc w:val="both"/>
      </w:pPr>
      <w:r>
        <w:t xml:space="preserve">je na objektu </w:t>
      </w:r>
      <w:r w:rsidR="00D83D93">
        <w:t xml:space="preserve">oz. nepremičnini </w:t>
      </w:r>
      <w:r>
        <w:t>na naslovu _____________________</w:t>
      </w:r>
      <w:r w:rsidR="0010552E">
        <w:t>________</w:t>
      </w:r>
      <w:r>
        <w:t xml:space="preserve">_____________ na podlagi izdanega soglasja za priključitev (SZP) št. _______________________ z dne _________________ že postavljena naprava za individualno/skupnostno </w:t>
      </w:r>
      <w:r w:rsidRPr="0010552E">
        <w:rPr>
          <w:i/>
          <w:iCs/>
        </w:rPr>
        <w:t>(ustrezno obkroži)</w:t>
      </w:r>
      <w:r>
        <w:t xml:space="preserve"> samooskrbo</w:t>
      </w:r>
      <w:r w:rsidR="0010552E">
        <w:t xml:space="preserve"> in</w:t>
      </w:r>
      <w:r w:rsidR="00D83D93">
        <w:t xml:space="preserve"> je</w:t>
      </w:r>
      <w:r>
        <w:t xml:space="preserve"> ustrezno pripravljena za izvedbo postopka priključitve na distribucijsko omrežje.</w:t>
      </w:r>
    </w:p>
    <w:p w14:paraId="32798E51" w14:textId="01B9B89B" w:rsidR="00D83D93" w:rsidRDefault="00D83D93" w:rsidP="00D83D93">
      <w:pPr>
        <w:jc w:val="both"/>
      </w:pPr>
      <w:r>
        <w:t>Priloga te izjave so fotografije</w:t>
      </w:r>
      <w:r w:rsidRPr="00145849">
        <w:t xml:space="preserve"> </w:t>
      </w:r>
      <w:r>
        <w:t>vgrajene</w:t>
      </w:r>
      <w:r w:rsidRPr="00145849">
        <w:t xml:space="preserve"> naprave za samooskrbo</w:t>
      </w:r>
      <w:r>
        <w:t xml:space="preserve">, iz katerih so razvidni </w:t>
      </w:r>
      <w:r w:rsidRPr="00600B62">
        <w:t>nameščen</w:t>
      </w:r>
      <w:r w:rsidR="0010552E">
        <w:t>i</w:t>
      </w:r>
      <w:r>
        <w:t xml:space="preserve"> fotonapetostn</w:t>
      </w:r>
      <w:r w:rsidR="0010552E">
        <w:t>i</w:t>
      </w:r>
      <w:r>
        <w:t xml:space="preserve"> </w:t>
      </w:r>
      <w:r w:rsidR="0010552E">
        <w:t>moduli</w:t>
      </w:r>
      <w:r>
        <w:t xml:space="preserve"> na strehi </w:t>
      </w:r>
      <w:r w:rsidR="009B4125">
        <w:t xml:space="preserve">oziroma funkcionalnem zemljišču </w:t>
      </w:r>
      <w:r>
        <w:t>tega objekta.,</w:t>
      </w:r>
      <w:r w:rsidRPr="007F7D57">
        <w:t xml:space="preserve"> </w:t>
      </w:r>
      <w:r w:rsidR="0010552E">
        <w:t xml:space="preserve">vgrajeni </w:t>
      </w:r>
      <w:r>
        <w:t>razsmernik(-i) in naslov objekta, na katerem je postavljena naprava</w:t>
      </w:r>
      <w:r w:rsidR="00AC247B">
        <w:t xml:space="preserve"> za samooskrbo</w:t>
      </w:r>
      <w:r>
        <w:t>.</w:t>
      </w:r>
    </w:p>
    <w:p w14:paraId="478D765E" w14:textId="6AE7452E" w:rsidR="00AA1AE5" w:rsidRDefault="00AA1AE5" w:rsidP="00BF6481">
      <w:pPr>
        <w:jc w:val="both"/>
      </w:pPr>
      <w:r w:rsidRPr="00AA1AE5">
        <w:t xml:space="preserve">Pod materialno in kazensko odgovornostjo izjavljam, da </w:t>
      </w:r>
      <w:r w:rsidR="00D83D93" w:rsidRPr="007F09F5">
        <w:t>gre na fotografij</w:t>
      </w:r>
      <w:r w:rsidR="00D83D93">
        <w:t>ah</w:t>
      </w:r>
      <w:r w:rsidR="00D83D93" w:rsidRPr="007F09F5">
        <w:t xml:space="preserve"> za napravo za samooskrbo, na katero se nanaša vloga za priključitev</w:t>
      </w:r>
      <w:r w:rsidR="00D83D93">
        <w:t>, in da</w:t>
      </w:r>
      <w:r w:rsidR="00D83D93" w:rsidRPr="00AA1AE5">
        <w:t xml:space="preserve"> </w:t>
      </w:r>
      <w:r w:rsidRPr="00AA1AE5">
        <w:t>so podatki, navedeni v</w:t>
      </w:r>
      <w:r w:rsidR="00D83D93">
        <w:t xml:space="preserve"> tej izjavi in</w:t>
      </w:r>
      <w:r w:rsidRPr="00AA1AE5">
        <w:t xml:space="preserve"> vlogi</w:t>
      </w:r>
      <w:r w:rsidR="00BF6481">
        <w:t xml:space="preserve"> za priključitev in pripravo pogodbe o uporabi sistema</w:t>
      </w:r>
      <w:r w:rsidRPr="00AA1AE5">
        <w:t>, resnični.</w:t>
      </w:r>
    </w:p>
    <w:p w14:paraId="4B11E8D9" w14:textId="77777777" w:rsidR="00AA1AE5" w:rsidRDefault="00AA1AE5"/>
    <w:p w14:paraId="19D80198" w14:textId="77777777" w:rsidR="00AA1AE5" w:rsidRDefault="00AA1AE5"/>
    <w:p w14:paraId="3348496E" w14:textId="77777777" w:rsidR="00AA1AE5" w:rsidRDefault="00AA1AE5">
      <w:r w:rsidRPr="00AA1AE5">
        <w:t>V</w:t>
      </w:r>
      <w:r>
        <w:t>/Na</w:t>
      </w:r>
      <w:r w:rsidRPr="00AA1AE5">
        <w:t xml:space="preserve"> </w:t>
      </w:r>
      <w:r>
        <w:t>___________________</w:t>
      </w:r>
      <w:r w:rsidRPr="00AA1AE5">
        <w:t>, dne __________________</w:t>
      </w:r>
    </w:p>
    <w:p w14:paraId="1F0E6562" w14:textId="77777777" w:rsidR="00AA1AE5" w:rsidRDefault="00AA1AE5" w:rsidP="00AA1AE5"/>
    <w:p w14:paraId="06541AAD" w14:textId="77777777" w:rsidR="00AA1AE5" w:rsidRDefault="00AA1AE5" w:rsidP="00AA1AE5"/>
    <w:p w14:paraId="31C999B6" w14:textId="77777777" w:rsidR="00AA1AE5" w:rsidRDefault="00AA1AE5"/>
    <w:p w14:paraId="6882C433" w14:textId="0563DF62" w:rsidR="00AA1AE5" w:rsidRDefault="00AA1AE5" w:rsidP="00AA1AE5">
      <w:pPr>
        <w:ind w:left="4248" w:firstLine="708"/>
        <w:jc w:val="center"/>
      </w:pPr>
      <w:r>
        <w:t>____________________________________</w:t>
      </w:r>
    </w:p>
    <w:p w14:paraId="7723D059" w14:textId="3C30091D" w:rsidR="00381A3E" w:rsidRDefault="00AA1AE5" w:rsidP="00AA1AE5">
      <w:pPr>
        <w:ind w:left="5664"/>
      </w:pPr>
      <w:r w:rsidRPr="00AA1AE5">
        <w:t>(podpis</w:t>
      </w:r>
      <w:r>
        <w:t xml:space="preserve"> in žig</w:t>
      </w:r>
      <w:r w:rsidR="003750D8">
        <w:t xml:space="preserve"> </w:t>
      </w:r>
      <w:r>
        <w:t>(za pravne osebe))</w:t>
      </w:r>
    </w:p>
    <w:sectPr w:rsidR="00381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9B623A"/>
    <w:multiLevelType w:val="hybridMultilevel"/>
    <w:tmpl w:val="BC74258E"/>
    <w:lvl w:ilvl="0" w:tplc="1174E0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64C83"/>
    <w:multiLevelType w:val="hybridMultilevel"/>
    <w:tmpl w:val="256295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954249">
    <w:abstractNumId w:val="1"/>
  </w:num>
  <w:num w:numId="2" w16cid:durableId="663321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E5"/>
    <w:rsid w:val="0010552E"/>
    <w:rsid w:val="00117378"/>
    <w:rsid w:val="003750D8"/>
    <w:rsid w:val="00381A3E"/>
    <w:rsid w:val="004102A3"/>
    <w:rsid w:val="00452BD6"/>
    <w:rsid w:val="00877894"/>
    <w:rsid w:val="008A6421"/>
    <w:rsid w:val="008D26FE"/>
    <w:rsid w:val="009A272C"/>
    <w:rsid w:val="009B4125"/>
    <w:rsid w:val="00AA1AE5"/>
    <w:rsid w:val="00AC247B"/>
    <w:rsid w:val="00B328A5"/>
    <w:rsid w:val="00B60CCC"/>
    <w:rsid w:val="00BF6481"/>
    <w:rsid w:val="00CA144C"/>
    <w:rsid w:val="00D83D93"/>
    <w:rsid w:val="00F4144C"/>
    <w:rsid w:val="00F71D9A"/>
    <w:rsid w:val="00F810D0"/>
    <w:rsid w:val="00F8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4A6C"/>
  <w15:chartTrackingRefBased/>
  <w15:docId w15:val="{B8AA6C35-60BD-4A83-AA35-53652FCE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52BD6"/>
    <w:rPr>
      <w:rFonts w:ascii="Arial" w:hAnsi="Arial"/>
      <w:sz w:val="20"/>
    </w:rPr>
  </w:style>
  <w:style w:type="paragraph" w:styleId="Naslov1">
    <w:name w:val="heading 1"/>
    <w:basedOn w:val="Navaden"/>
    <w:next w:val="Navaden"/>
    <w:link w:val="Naslov1Znak"/>
    <w:uiPriority w:val="9"/>
    <w:qFormat/>
    <w:rsid w:val="00AA1A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A1A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A1A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A1A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A1A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A1AE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A1AE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A1AE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A1AE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A1AE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A1A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A1AE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A1AE5"/>
    <w:rPr>
      <w:rFonts w:eastAsiaTheme="majorEastAsia" w:cstheme="majorBidi"/>
      <w:i/>
      <w:iCs/>
      <w:color w:val="2E74B5" w:themeColor="accent1" w:themeShade="BF"/>
      <w:sz w:val="20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A1AE5"/>
    <w:rPr>
      <w:rFonts w:eastAsiaTheme="majorEastAsia" w:cstheme="majorBidi"/>
      <w:color w:val="2E74B5" w:themeColor="accent1" w:themeShade="BF"/>
      <w:sz w:val="2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A1AE5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A1AE5"/>
    <w:rPr>
      <w:rFonts w:eastAsiaTheme="majorEastAsia" w:cstheme="majorBidi"/>
      <w:color w:val="595959" w:themeColor="text1" w:themeTint="A6"/>
      <w:sz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A1AE5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A1AE5"/>
    <w:rPr>
      <w:rFonts w:eastAsiaTheme="majorEastAsia" w:cstheme="majorBidi"/>
      <w:color w:val="272727" w:themeColor="text1" w:themeTint="D8"/>
      <w:sz w:val="20"/>
    </w:rPr>
  </w:style>
  <w:style w:type="paragraph" w:styleId="Naslov">
    <w:name w:val="Title"/>
    <w:basedOn w:val="Navaden"/>
    <w:next w:val="Navaden"/>
    <w:link w:val="NaslovZnak"/>
    <w:uiPriority w:val="10"/>
    <w:qFormat/>
    <w:rsid w:val="00AA1A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A1A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A1AE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A1A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A1A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A1AE5"/>
    <w:rPr>
      <w:rFonts w:ascii="Arial" w:hAnsi="Arial"/>
      <w:i/>
      <w:iCs/>
      <w:color w:val="404040" w:themeColor="text1" w:themeTint="BF"/>
      <w:sz w:val="20"/>
    </w:rPr>
  </w:style>
  <w:style w:type="paragraph" w:styleId="Odstavekseznama">
    <w:name w:val="List Paragraph"/>
    <w:basedOn w:val="Navaden"/>
    <w:uiPriority w:val="34"/>
    <w:qFormat/>
    <w:rsid w:val="00AA1A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A1AE5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A1AE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A1AE5"/>
    <w:rPr>
      <w:rFonts w:ascii="Arial" w:hAnsi="Arial"/>
      <w:i/>
      <w:iCs/>
      <w:color w:val="2E74B5" w:themeColor="accent1" w:themeShade="BF"/>
      <w:sz w:val="20"/>
    </w:rPr>
  </w:style>
  <w:style w:type="character" w:styleId="Intenzivensklic">
    <w:name w:val="Intense Reference"/>
    <w:basedOn w:val="Privzetapisavaodstavka"/>
    <w:uiPriority w:val="32"/>
    <w:qFormat/>
    <w:rsid w:val="00AA1AE5"/>
    <w:rPr>
      <w:b/>
      <w:bCs/>
      <w:smallCaps/>
      <w:color w:val="2E74B5" w:themeColor="accent1" w:themeShade="BF"/>
      <w:spacing w:val="5"/>
    </w:rPr>
  </w:style>
  <w:style w:type="character" w:styleId="Pripombasklic">
    <w:name w:val="annotation reference"/>
    <w:basedOn w:val="Privzetapisavaodstavka"/>
    <w:uiPriority w:val="99"/>
    <w:semiHidden/>
    <w:unhideWhenUsed/>
    <w:rsid w:val="00D83D9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D83D93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D83D9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Miklavčič Matjaž</dc:creator>
  <cp:keywords/>
  <dc:description/>
  <cp:lastModifiedBy>Miklavčič Matjaž</cp:lastModifiedBy>
  <cp:revision>7</cp:revision>
  <dcterms:created xsi:type="dcterms:W3CDTF">2024-11-19T08:34:00Z</dcterms:created>
  <dcterms:modified xsi:type="dcterms:W3CDTF">2024-12-03T19:03:00Z</dcterms:modified>
</cp:coreProperties>
</file>